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5BEA9F0-7A7A-48F8-9FF5-D57F05D87E78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